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42"/>
        <w:gridCol w:w="4596"/>
      </w:tblGrid>
      <w:tr w:rsidR="005E5126" w:rsidTr="005E5126">
        <w:trPr>
          <w:trHeight w:val="473"/>
        </w:trPr>
        <w:tc>
          <w:tcPr>
            <w:tcW w:w="5385" w:type="dxa"/>
          </w:tcPr>
          <w:p w:rsidR="005E5126" w:rsidRPr="003D004D" w:rsidRDefault="005E5126">
            <w:proofErr w:type="spellStart"/>
            <w:r w:rsidRPr="003D004D">
              <w:rPr>
                <w:b/>
              </w:rPr>
              <w:t>NAME:</w:t>
            </w:r>
            <w:r w:rsidR="00CA5A1E">
              <w:rPr>
                <w:b/>
              </w:rPr>
              <w:t>caleb</w:t>
            </w:r>
            <w:proofErr w:type="spellEnd"/>
          </w:p>
        </w:tc>
        <w:tc>
          <w:tcPr>
            <w:tcW w:w="5222" w:type="dxa"/>
          </w:tcPr>
          <w:p w:rsidR="005E5126" w:rsidRPr="005E5126" w:rsidRDefault="005E5126" w:rsidP="005E5126">
            <w:pPr>
              <w:rPr>
                <w:b/>
              </w:rPr>
            </w:pPr>
            <w:r>
              <w:rPr>
                <w:b/>
              </w:rPr>
              <w:t xml:space="preserve">WEEK #:  </w:t>
            </w:r>
            <w:r w:rsidR="00CA5A1E">
              <w:rPr>
                <w:b/>
              </w:rPr>
              <w:t>7</w:t>
            </w:r>
          </w:p>
        </w:tc>
      </w:tr>
      <w:tr w:rsidR="003D004D" w:rsidTr="003D004D">
        <w:trPr>
          <w:trHeight w:val="473"/>
        </w:trPr>
        <w:tc>
          <w:tcPr>
            <w:tcW w:w="5380" w:type="dxa"/>
          </w:tcPr>
          <w:p w:rsidR="003D004D" w:rsidRPr="003D004D" w:rsidRDefault="003D004D" w:rsidP="005E5126">
            <w:pPr>
              <w:rPr>
                <w:b/>
              </w:rPr>
            </w:pPr>
            <w:r w:rsidRPr="003D004D">
              <w:rPr>
                <w:b/>
              </w:rPr>
              <w:t xml:space="preserve">Monday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Tuesday 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proofErr w:type="spellStart"/>
            <w:r w:rsidR="00CA5A1E">
              <w:rPr>
                <w:b/>
              </w:rPr>
              <w:t>rom</w:t>
            </w:r>
            <w:proofErr w:type="spellEnd"/>
          </w:p>
        </w:tc>
        <w:tc>
          <w:tcPr>
            <w:tcW w:w="5227" w:type="dxa"/>
          </w:tcPr>
          <w:p w:rsidR="003D004D" w:rsidRPr="003D004D" w:rsidRDefault="00B50621">
            <w:pPr>
              <w:rPr>
                <w:b/>
              </w:rPr>
            </w:pPr>
            <w:r>
              <w:rPr>
                <w:b/>
              </w:rPr>
              <w:t xml:space="preserve">Term: </w:t>
            </w:r>
            <w:proofErr w:type="spellStart"/>
            <w:r>
              <w:rPr>
                <w:b/>
              </w:rPr>
              <w:t>plu</w:t>
            </w:r>
            <w:proofErr w:type="spellEnd"/>
            <w:r>
              <w:rPr>
                <w:b/>
              </w:rPr>
              <w:t>-in</w:t>
            </w:r>
          </w:p>
        </w:tc>
      </w:tr>
      <w:tr w:rsidR="003D004D" w:rsidTr="003D004D">
        <w:trPr>
          <w:trHeight w:val="4385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CA5A1E">
              <w:rPr>
                <w:b/>
              </w:rPr>
              <w:t xml:space="preserve">read only memory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proofErr w:type="spellStart"/>
            <w:r w:rsidRPr="003D004D">
              <w:rPr>
                <w:b/>
              </w:rPr>
              <w:t>Defintion</w:t>
            </w:r>
            <w:proofErr w:type="spellEnd"/>
            <w:r w:rsidRPr="003D004D">
              <w:rPr>
                <w:b/>
              </w:rPr>
              <w:t xml:space="preserve">:  </w:t>
            </w:r>
            <w:r w:rsidR="00B50621">
              <w:rPr>
                <w:b/>
              </w:rPr>
              <w:t xml:space="preserve">A small </w:t>
            </w:r>
            <w:proofErr w:type="spellStart"/>
            <w:r w:rsidR="00B50621">
              <w:rPr>
                <w:b/>
              </w:rPr>
              <w:t>pice</w:t>
            </w:r>
            <w:proofErr w:type="spellEnd"/>
            <w:r w:rsidR="00B50621">
              <w:rPr>
                <w:b/>
              </w:rPr>
              <w:t xml:space="preserve"> of software that adds features to already existing 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Wednesday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Thursday  </w:t>
            </w:r>
          </w:p>
        </w:tc>
      </w:tr>
      <w:tr w:rsidR="003D004D" w:rsidTr="003D004D">
        <w:trPr>
          <w:trHeight w:val="733"/>
        </w:trPr>
        <w:tc>
          <w:tcPr>
            <w:tcW w:w="5380" w:type="dxa"/>
          </w:tcPr>
          <w:p w:rsidR="003D004D" w:rsidRPr="003D004D" w:rsidRDefault="003D004D" w:rsidP="00DE3A04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bookmarkStart w:id="0" w:name="LAN"/>
            <w:r w:rsidR="00DE3A04">
              <w:rPr>
                <w:b/>
                <w:bCs/>
                <w:sz w:val="27"/>
                <w:szCs w:val="27"/>
              </w:rPr>
              <w:t>Monitor</w:t>
            </w:r>
            <w:bookmarkEnd w:id="0"/>
            <w:r w:rsidR="00DE3A04">
              <w:rPr>
                <w:sz w:val="27"/>
                <w:szCs w:val="27"/>
              </w:rPr>
              <w:t xml:space="preserve">      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proofErr w:type="spellStart"/>
            <w:r w:rsidR="00AF6384">
              <w:rPr>
                <w:b/>
              </w:rPr>
              <w:t>url</w:t>
            </w:r>
            <w:proofErr w:type="spellEnd"/>
          </w:p>
        </w:tc>
      </w:tr>
      <w:tr w:rsidR="003D004D" w:rsidTr="003D004D">
        <w:trPr>
          <w:trHeight w:val="3977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</w:t>
            </w:r>
            <w:r w:rsidR="00DE3A04">
              <w:rPr>
                <w:sz w:val="27"/>
                <w:szCs w:val="27"/>
              </w:rPr>
              <w:t>   </w:t>
            </w:r>
            <w:r w:rsidR="00DE3A04">
              <w:rPr>
                <w:rFonts w:ascii="Times" w:hAnsi="Times" w:cs="Times"/>
                <w:color w:val="000000"/>
                <w:sz w:val="36"/>
                <w:szCs w:val="36"/>
              </w:rPr>
              <w:t>The TV-like part of the computer that you look at to see information</w:t>
            </w:r>
            <w:r w:rsidR="00DE3A04">
              <w:rPr>
                <w:sz w:val="27"/>
                <w:szCs w:val="27"/>
              </w:rPr>
              <w:t xml:space="preserve"> </w:t>
            </w:r>
            <w:r w:rsidR="00DE3A04">
              <w:br/>
            </w:r>
            <w:r w:rsidR="00DE3A04">
              <w:br/>
              <w:t> 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AF6384">
              <w:rPr>
                <w:b/>
              </w:rPr>
              <w:t>uniform resource locators</w:t>
            </w:r>
          </w:p>
        </w:tc>
      </w:tr>
      <w:tr w:rsidR="003D004D" w:rsidTr="003D004D">
        <w:trPr>
          <w:trHeight w:val="2429"/>
        </w:trPr>
        <w:tc>
          <w:tcPr>
            <w:tcW w:w="10607" w:type="dxa"/>
            <w:gridSpan w:val="2"/>
          </w:tcPr>
          <w:p w:rsidR="003D004D" w:rsidRPr="003D004D" w:rsidRDefault="003C456B">
            <w:pPr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Reflection</w:t>
            </w:r>
            <w:r w:rsidR="00F02725">
              <w:rPr>
                <w:b/>
              </w:rPr>
              <w:t>:</w:t>
            </w:r>
            <w:r w:rsidR="00E8588A">
              <w:rPr>
                <w:b/>
              </w:rPr>
              <w:t>im</w:t>
            </w:r>
            <w:proofErr w:type="spellEnd"/>
            <w:r w:rsidR="00E8588A">
              <w:rPr>
                <w:b/>
              </w:rPr>
              <w:t xml:space="preserve"> </w:t>
            </w:r>
            <w:proofErr w:type="spellStart"/>
            <w:r w:rsidR="00E8588A">
              <w:rPr>
                <w:b/>
              </w:rPr>
              <w:t>havin</w:t>
            </w:r>
            <w:proofErr w:type="spellEnd"/>
            <w:r w:rsidR="00E8588A">
              <w:rPr>
                <w:b/>
              </w:rPr>
              <w:t xml:space="preserve"> a bad day </w:t>
            </w:r>
            <w:r w:rsidR="00E8588A" w:rsidRPr="00E8588A">
              <w:rPr>
                <w:b/>
              </w:rPr>
              <w:sym w:font="Wingdings" w:char="F04C"/>
            </w:r>
          </w:p>
        </w:tc>
      </w:tr>
    </w:tbl>
    <w:p w:rsidR="00A36B4B" w:rsidRDefault="00A36B4B"/>
    <w:sectPr w:rsidR="00A36B4B" w:rsidSect="005E5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CA5A1E"/>
    <w:rsid w:val="0002700C"/>
    <w:rsid w:val="0039291A"/>
    <w:rsid w:val="003A37C7"/>
    <w:rsid w:val="003C456B"/>
    <w:rsid w:val="003D004D"/>
    <w:rsid w:val="00460344"/>
    <w:rsid w:val="00480FC9"/>
    <w:rsid w:val="004F7C77"/>
    <w:rsid w:val="005E5126"/>
    <w:rsid w:val="00830AA8"/>
    <w:rsid w:val="00A36B4B"/>
    <w:rsid w:val="00A933A3"/>
    <w:rsid w:val="00AF6384"/>
    <w:rsid w:val="00B50621"/>
    <w:rsid w:val="00CA5A1E"/>
    <w:rsid w:val="00D21F89"/>
    <w:rsid w:val="00DE3A04"/>
    <w:rsid w:val="00E8588A"/>
    <w:rsid w:val="00E8780A"/>
    <w:rsid w:val="00EB5679"/>
    <w:rsid w:val="00F02725"/>
    <w:rsid w:val="00F22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06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ntelmacserver\HomesMZ2\StudentsMZ\18rasmuc\6th%20Tech\vocab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vocab sheet</Template>
  <TotalTime>9</TotalTime>
  <Pages>2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18rassmc</dc:creator>
  <cp:keywords/>
  <dc:description/>
  <cp:lastModifiedBy>18rassmc</cp:lastModifiedBy>
  <cp:revision>5</cp:revision>
  <dcterms:created xsi:type="dcterms:W3CDTF">2012-02-13T18:05:00Z</dcterms:created>
  <dcterms:modified xsi:type="dcterms:W3CDTF">2012-02-17T18:09:00Z</dcterms:modified>
</cp:coreProperties>
</file>